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d20ff9c13df247e0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E70CA" w:rsidR="00140C1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Le voyage à Paris</w:t>
      </w:r>
    </w:p>
    <w:p>
      <w:pPr>
        <w:pStyle w:val="IQB-Aufgabengrafik"/>
      </w:pPr>
      <w:r>
        <w:drawing>
          <wp:inline distT="0" distB="0" distL="0" distR="0">
            <wp:extent cx="5086350" cy="2628900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d181211e1e01470d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262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grafik"/>
      </w:pPr>
      <w:r>
        <w:drawing>
          <wp:inline distT="0" distB="0" distL="0" distR="0">
            <wp:extent cx="5372100" cy="1962150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724675c7868e4a99"/>
                    <a:stretch>
                      <a:fillRect/>
                    </a:stretch>
                  </pic:blipFill>
                  <pic:spPr>
                    <a:xfrm>
                      <a:off x="0" y="0"/>
                      <a:ext cx="5372100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D2F" w:rsidRDefault="001D0D2F" w:rsidP="005E2C46">
      <w:r>
        <w:separator/>
      </w:r>
    </w:p>
  </w:endnote>
  <w:endnote w:type="continuationSeparator" w:id="0">
    <w:p w:rsidR="001D0D2F" w:rsidRDefault="001D0D2F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charset w:val="00"/>
    <w:family w:val="modern"/>
    <w:pitch w:val="fixed"/>
    <w:sig w:usb0="00000001" w:usb1="00000000" w:usb2="00000000" w:usb3="00000000" w:csb0="00000093" w:csb1="00000000"/>
  </w:font>
  <w:font w:name="MetaBook-Roman">
    <w:panose1 w:val="020B0502040000020004"/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D2F" w:rsidRDefault="001D0D2F" w:rsidP="005E2C46">
      <w:r>
        <w:separator/>
      </w:r>
    </w:p>
  </w:footnote>
  <w:footnote w:type="continuationSeparator" w:id="0">
    <w:p w:rsidR="001D0D2F" w:rsidRDefault="001D0D2F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15EE9866"/>
    <w:lvl w:ilvl="0" w:tplc="CC2EACC8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d181211e1e01470d" /><Relationship Type="http://schemas.openxmlformats.org/officeDocument/2006/relationships/image" Target="/media/image2.emf" Id="R724675c7868e4a99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E816F7-2A33-47E0-AB8B-3DB3257F3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CAD399A1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IQB-ItemDB: Aufgaben binden</dc:title>
  <dc:creator>mechtelm</dc:creator>
  <cp:lastModifiedBy>Daniela Holm</cp:lastModifiedBy>
  <cp:revision>2</cp:revision>
  <cp:lastPrinted>2012-12-11T10:05:00Z</cp:lastPrinted>
  <dcterms:created xsi:type="dcterms:W3CDTF">2013-02-08T14:50:00Z</dcterms:created>
  <dcterms:modified xsi:type="dcterms:W3CDTF">2013-02-08T14:50:00Z</dcterms:modified>
</cp: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Version=1.0.1.0, Culture=neutral, PublicKeyToken=null; Konfiguration: _online: Aufgaben Hauptdurchgang VERA; neugebb; 20.03.2013</vt:lpwstr>
  </op:property>
</op:Properties>
</file>